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1C" w:rsidRPr="00165EB5" w:rsidRDefault="006C79A4" w:rsidP="00165EB5">
      <w:pPr>
        <w:jc w:val="center"/>
        <w:rPr>
          <w:b/>
          <w:bCs/>
        </w:rPr>
      </w:pPr>
      <w:r w:rsidRPr="00165EB5">
        <w:rPr>
          <w:rFonts w:hint="cs"/>
          <w:b/>
          <w:bCs/>
          <w:cs/>
        </w:rPr>
        <w:t>ใบความรู้ที่ 1</w:t>
      </w:r>
    </w:p>
    <w:p w:rsidR="006C79A4" w:rsidRPr="00165EB5" w:rsidRDefault="006C79A4" w:rsidP="00165EB5">
      <w:pPr>
        <w:jc w:val="center"/>
        <w:rPr>
          <w:b/>
          <w:bCs/>
        </w:rPr>
      </w:pPr>
      <w:r w:rsidRPr="00165EB5">
        <w:rPr>
          <w:rFonts w:hint="cs"/>
          <w:b/>
          <w:bCs/>
          <w:cs/>
        </w:rPr>
        <w:t>เรื่อง  ประวัติและขั้นตอน</w:t>
      </w:r>
      <w:r w:rsidR="00165EB5" w:rsidRPr="00165EB5">
        <w:rPr>
          <w:rFonts w:hint="cs"/>
          <w:b/>
          <w:bCs/>
          <w:cs/>
        </w:rPr>
        <w:t>การพัฒนาโปรแกรมภาษาซี</w:t>
      </w:r>
    </w:p>
    <w:p w:rsidR="00165EB5" w:rsidRPr="00165EB5" w:rsidRDefault="00165EB5" w:rsidP="00165EB5">
      <w:pPr>
        <w:jc w:val="center"/>
        <w:rPr>
          <w:b/>
          <w:bCs/>
        </w:rPr>
      </w:pPr>
      <w:r w:rsidRPr="00165EB5">
        <w:rPr>
          <w:rFonts w:hint="cs"/>
          <w:b/>
          <w:bCs/>
          <w:cs/>
        </w:rPr>
        <w:t>*****************</w:t>
      </w:r>
    </w:p>
    <w:p w:rsidR="00165EB5" w:rsidRDefault="00F41157" w:rsidP="00F41157">
      <w:pPr>
        <w:jc w:val="right"/>
      </w:pPr>
      <w:r>
        <w:rPr>
          <w:rFonts w:hint="cs"/>
          <w:cs/>
        </w:rPr>
        <w:t xml:space="preserve">โดย </w:t>
      </w:r>
      <w:proofErr w:type="spellStart"/>
      <w:r>
        <w:rPr>
          <w:rFonts w:hint="cs"/>
          <w:cs/>
        </w:rPr>
        <w:t>ครูณัช</w:t>
      </w:r>
      <w:proofErr w:type="spellEnd"/>
      <w:r>
        <w:rPr>
          <w:rFonts w:hint="cs"/>
          <w:cs/>
        </w:rPr>
        <w:t>พล กาฬภักดี</w:t>
      </w:r>
    </w:p>
    <w:p w:rsidR="00165EB5" w:rsidRPr="00026635" w:rsidRDefault="00165EB5">
      <w:pPr>
        <w:rPr>
          <w:b/>
          <w:bCs/>
        </w:rPr>
      </w:pPr>
      <w:r w:rsidRPr="00026635">
        <w:rPr>
          <w:rFonts w:hint="cs"/>
          <w:b/>
          <w:bCs/>
          <w:cs/>
        </w:rPr>
        <w:t>ประวัติความเป็นมาภาษาซี</w:t>
      </w:r>
    </w:p>
    <w:p w:rsidR="00165EB5" w:rsidRDefault="00165EB5" w:rsidP="00165EB5">
      <w:pPr>
        <w:jc w:val="thaiDistribute"/>
      </w:pPr>
      <w:r>
        <w:rPr>
          <w:rFonts w:hint="cs"/>
          <w:cs/>
        </w:rPr>
        <w:tab/>
        <w:t xml:space="preserve">ภาษาซีเกิดขึ้นในปี ค.ศ.1972 ผู้คิดค้นคือ </w:t>
      </w:r>
      <w:r>
        <w:t xml:space="preserve">Dennis Ritchie </w:t>
      </w:r>
      <w:r>
        <w:rPr>
          <w:rFonts w:hint="cs"/>
          <w:cs/>
        </w:rPr>
        <w:t xml:space="preserve">โดยพัฒนามาจากภาษา </w:t>
      </w:r>
      <w:r>
        <w:t xml:space="preserve">B </w:t>
      </w:r>
      <w:r>
        <w:rPr>
          <w:rFonts w:hint="cs"/>
          <w:cs/>
        </w:rPr>
        <w:t xml:space="preserve">และภาษา </w:t>
      </w:r>
      <w:r>
        <w:t xml:space="preserve">BCPL </w:t>
      </w:r>
      <w:r>
        <w:rPr>
          <w:rFonts w:hint="cs"/>
          <w:cs/>
        </w:rPr>
        <w:t xml:space="preserve">แต่ยังไม่มีการใช้งานอย่างกว้างขวางนัก ในปี ค.ศ.1978 </w:t>
      </w:r>
      <w:r>
        <w:t xml:space="preserve">Brain </w:t>
      </w:r>
      <w:proofErr w:type="spellStart"/>
      <w:r>
        <w:t>Kernghan</w:t>
      </w:r>
      <w:proofErr w:type="spellEnd"/>
      <w:r>
        <w:t xml:space="preserve"> </w:t>
      </w:r>
      <w:r>
        <w:rPr>
          <w:rFonts w:hint="cs"/>
          <w:cs/>
        </w:rPr>
        <w:t xml:space="preserve">ได้พัฒนามาตรฐานของภาษาซี เรียนว่า </w:t>
      </w:r>
      <w:r>
        <w:t xml:space="preserve">K&amp;R </w:t>
      </w:r>
      <w:r>
        <w:rPr>
          <w:rFonts w:hint="cs"/>
          <w:cs/>
        </w:rPr>
        <w:t xml:space="preserve">ทำให้มีผู้สนใจเกี่ยวกับภาษาซีมากขึ้น จึงเกิดเป็นภาษาซีอีกหลายรูปแบบเพราะยังไม่มีการกำหนดรูปแบบภาษาซีที่เป็นมาตรฐาน และในปี 1988 </w:t>
      </w:r>
      <w:r>
        <w:t xml:space="preserve">Ritchie </w:t>
      </w:r>
      <w:r>
        <w:rPr>
          <w:rFonts w:hint="cs"/>
          <w:cs/>
        </w:rPr>
        <w:t xml:space="preserve">จึงได้กำหนดมาตรฐานของภาษาซี เรียกว่า </w:t>
      </w:r>
      <w:r>
        <w:t xml:space="preserve">ANSI C </w:t>
      </w:r>
      <w:r>
        <w:rPr>
          <w:rFonts w:hint="cs"/>
          <w:cs/>
        </w:rPr>
        <w:t>เพื่อใช้เป็นตัวกำหนดมาตรฐานในการสร้างภาษา</w:t>
      </w:r>
      <w:r w:rsidR="00026635">
        <w:rPr>
          <w:rFonts w:hint="cs"/>
          <w:cs/>
        </w:rPr>
        <w:t xml:space="preserve">รุ่นต่อไป  ภาษาซีเป็นภาษาระดับกลาง เหมาะสำหรับการเขียนโปรแกรมแบบโครงสร้าง เป็นภาษาที่มีความยืดหยุ่นมาก คือใช้งานได้กับเครื่องต่าง  ๆ ได้  และปัจจุบันภาษาซีเป็นภาษาพื้นฐานของภาษาโปรแกรมรุ่นใหม่ ๆ เช่น </w:t>
      </w:r>
      <w:r w:rsidR="00026635">
        <w:t>C++</w:t>
      </w:r>
    </w:p>
    <w:p w:rsidR="00026635" w:rsidRDefault="00026635" w:rsidP="00165EB5">
      <w:pPr>
        <w:jc w:val="thaiDistribute"/>
      </w:pPr>
    </w:p>
    <w:p w:rsidR="00026635" w:rsidRPr="00026635" w:rsidRDefault="00026635" w:rsidP="00165EB5">
      <w:pPr>
        <w:jc w:val="thaiDistribute"/>
        <w:rPr>
          <w:b/>
          <w:bCs/>
        </w:rPr>
      </w:pPr>
      <w:r w:rsidRPr="00026635">
        <w:rPr>
          <w:rFonts w:hint="cs"/>
          <w:b/>
          <w:bCs/>
          <w:cs/>
        </w:rPr>
        <w:t>ขั้นตอนการพัฒนาโปรแกรมภาษาซี</w:t>
      </w:r>
    </w:p>
    <w:p w:rsidR="00026635" w:rsidRPr="00026635" w:rsidRDefault="00026635" w:rsidP="00165EB5">
      <w:pPr>
        <w:jc w:val="thaiDistribute"/>
        <w:rPr>
          <w:b/>
          <w:bCs/>
        </w:rPr>
      </w:pPr>
      <w:r w:rsidRPr="00026635">
        <w:rPr>
          <w:rFonts w:hint="cs"/>
          <w:b/>
          <w:bCs/>
          <w:cs/>
        </w:rPr>
        <w:t xml:space="preserve">ขั้นตอนที่ 1 เขียนโปรแกรม </w:t>
      </w:r>
      <w:r w:rsidRPr="00026635">
        <w:rPr>
          <w:b/>
          <w:bCs/>
        </w:rPr>
        <w:t>(source code)</w:t>
      </w:r>
    </w:p>
    <w:p w:rsidR="00026635" w:rsidRDefault="00026635" w:rsidP="00165EB5">
      <w:pPr>
        <w:jc w:val="thaiDistribute"/>
      </w:pPr>
      <w:r>
        <w:tab/>
      </w:r>
      <w:r>
        <w:rPr>
          <w:rFonts w:hint="cs"/>
          <w:cs/>
        </w:rPr>
        <w:t xml:space="preserve">ใช้ </w:t>
      </w:r>
      <w:r>
        <w:t xml:space="preserve">editor </w:t>
      </w:r>
      <w:r>
        <w:rPr>
          <w:rFonts w:hint="cs"/>
          <w:cs/>
        </w:rPr>
        <w:t xml:space="preserve">เขียนโปรแกรมภาษาซี และทำการบันทึกไฟล์ให้มีนามสกุลเป็น  </w:t>
      </w:r>
      <w:r>
        <w:t xml:space="preserve">.c </w:t>
      </w:r>
      <w:r>
        <w:rPr>
          <w:rFonts w:hint="cs"/>
          <w:cs/>
        </w:rPr>
        <w:t xml:space="preserve">เช่น </w:t>
      </w:r>
      <w:proofErr w:type="spellStart"/>
      <w:r>
        <w:t>work.c</w:t>
      </w:r>
      <w:proofErr w:type="spellEnd"/>
      <w:r>
        <w:t xml:space="preserve"> </w:t>
      </w:r>
      <w:r>
        <w:rPr>
          <w:rFonts w:hint="cs"/>
          <w:cs/>
        </w:rPr>
        <w:t xml:space="preserve">เป็นต้น </w:t>
      </w:r>
      <w:r>
        <w:t xml:space="preserve">editor </w:t>
      </w:r>
      <w:r>
        <w:rPr>
          <w:rFonts w:hint="cs"/>
          <w:cs/>
        </w:rPr>
        <w:t xml:space="preserve">คือ โปรแกรมที่ใช้สำหรับการเขียนโปรแกรม ได้แก่ </w:t>
      </w:r>
      <w:r>
        <w:t xml:space="preserve">Notepad, </w:t>
      </w:r>
      <w:proofErr w:type="spellStart"/>
      <w:r>
        <w:t>TextPad</w:t>
      </w:r>
      <w:proofErr w:type="spellEnd"/>
      <w:r>
        <w:t xml:space="preserve"> </w:t>
      </w:r>
      <w:r>
        <w:rPr>
          <w:rFonts w:hint="cs"/>
          <w:cs/>
        </w:rPr>
        <w:t xml:space="preserve">และ </w:t>
      </w:r>
      <w:proofErr w:type="spellStart"/>
      <w:r>
        <w:t>EditPlus</w:t>
      </w:r>
      <w:proofErr w:type="spellEnd"/>
      <w:r>
        <w:t xml:space="preserve"> </w:t>
      </w:r>
      <w:r>
        <w:rPr>
          <w:rFonts w:hint="cs"/>
          <w:cs/>
        </w:rPr>
        <w:t>เป็นต้น ผู้ใช้สามารถเลือกใช้โปรแกรมใดก็ได้แล้วแต่ความถนัดของแต่ละบุคคล</w:t>
      </w:r>
    </w:p>
    <w:p w:rsidR="00026635" w:rsidRPr="00026635" w:rsidRDefault="00026635" w:rsidP="00165EB5">
      <w:pPr>
        <w:jc w:val="thaiDistribute"/>
        <w:rPr>
          <w:cs/>
        </w:rPr>
      </w:pPr>
    </w:p>
    <w:p w:rsidR="006C79A4" w:rsidRPr="00DB0397" w:rsidRDefault="00026635">
      <w:pPr>
        <w:rPr>
          <w:b/>
          <w:bCs/>
        </w:rPr>
      </w:pPr>
      <w:r w:rsidRPr="00DB0397">
        <w:rPr>
          <w:rFonts w:hint="cs"/>
          <w:b/>
          <w:bCs/>
          <w:cs/>
        </w:rPr>
        <w:t xml:space="preserve">ขั้นตอนที่ 2 คอมไพล์โปรแกรม </w:t>
      </w:r>
      <w:r w:rsidRPr="00DB0397">
        <w:rPr>
          <w:b/>
          <w:bCs/>
        </w:rPr>
        <w:t>(compile)</w:t>
      </w:r>
    </w:p>
    <w:p w:rsidR="00026635" w:rsidRDefault="00026635" w:rsidP="00DB0397">
      <w:pPr>
        <w:jc w:val="thaiDistribute"/>
      </w:pPr>
      <w:r>
        <w:tab/>
      </w:r>
      <w:r w:rsidR="00DB0397">
        <w:rPr>
          <w:rFonts w:hint="cs"/>
          <w:cs/>
        </w:rPr>
        <w:t xml:space="preserve">นำ </w:t>
      </w:r>
      <w:r w:rsidR="00DB0397">
        <w:t xml:space="preserve">source code </w:t>
      </w:r>
      <w:r w:rsidR="00DB0397">
        <w:rPr>
          <w:rFonts w:hint="cs"/>
          <w:cs/>
        </w:rPr>
        <w:t xml:space="preserve">จากขั้นตอนที่ 1 มาทำการคอมไพล์ เพื่อแปลจากภาษาซีที่มนุษย์เข้าใจเป็นภาษาเครื่องที่คอมพิวเตอร์เข้าใจได้ ในขั้นนี้คอมไพล์จะทำการตรวจสอบ </w:t>
      </w:r>
      <w:r w:rsidR="00DB0397">
        <w:t xml:space="preserve">source code </w:t>
      </w:r>
      <w:r w:rsidR="00DB0397">
        <w:rPr>
          <w:rFonts w:hint="cs"/>
          <w:cs/>
        </w:rPr>
        <w:t>ว่าเกิดข้อผิดพลาดหรือไม่</w:t>
      </w:r>
    </w:p>
    <w:p w:rsidR="00DB0397" w:rsidRDefault="00DB0397" w:rsidP="00DB0397">
      <w:pPr>
        <w:jc w:val="thaiDistribute"/>
      </w:pPr>
      <w:r>
        <w:tab/>
        <w:t xml:space="preserve">* </w:t>
      </w:r>
      <w:r>
        <w:rPr>
          <w:rFonts w:hint="cs"/>
          <w:cs/>
        </w:rPr>
        <w:t>หากเกิดข้อผิดพลาด จะแจ้งให้ผู้เขียนโปรแกรมทราบ ผู้เขียนโปรแกรมต้องกลับไปแก้ไขโปรแกรมและทำการคอมไพล์โปรแกรมใหม่อีกครั้ง</w:t>
      </w:r>
    </w:p>
    <w:p w:rsidR="00DB0397" w:rsidRDefault="00DB0397" w:rsidP="00DB0397">
      <w:pPr>
        <w:jc w:val="thaiDistribute"/>
      </w:pPr>
      <w:r>
        <w:rPr>
          <w:rFonts w:hint="cs"/>
          <w:cs/>
        </w:rPr>
        <w:tab/>
        <w:t xml:space="preserve">* หากไม่พบข้อผิดพลาด คอมไพล์จะแปลไฟล์ </w:t>
      </w:r>
      <w:r>
        <w:t xml:space="preserve">source code </w:t>
      </w:r>
      <w:r>
        <w:rPr>
          <w:rFonts w:hint="cs"/>
          <w:cs/>
        </w:rPr>
        <w:t xml:space="preserve">จากภาษาซีเป็นภาษาเครื่อง (ไฟล์นามสกุล </w:t>
      </w:r>
      <w:r>
        <w:t>.</w:t>
      </w:r>
      <w:proofErr w:type="spellStart"/>
      <w:r>
        <w:t>obj</w:t>
      </w:r>
      <w:proofErr w:type="spellEnd"/>
      <w:r>
        <w:t xml:space="preserve">) </w:t>
      </w:r>
      <w:r>
        <w:rPr>
          <w:rFonts w:hint="cs"/>
          <w:cs/>
        </w:rPr>
        <w:t xml:space="preserve">เช่นถ้า </w:t>
      </w:r>
      <w:r>
        <w:t xml:space="preserve">source code </w:t>
      </w:r>
      <w:r>
        <w:rPr>
          <w:rFonts w:hint="cs"/>
          <w:cs/>
        </w:rPr>
        <w:t xml:space="preserve">ชื่อ </w:t>
      </w:r>
      <w:proofErr w:type="spellStart"/>
      <w:r>
        <w:t>work.c</w:t>
      </w:r>
      <w:proofErr w:type="spellEnd"/>
      <w:r>
        <w:t xml:space="preserve"> </w:t>
      </w:r>
      <w:r>
        <w:rPr>
          <w:rFonts w:hint="cs"/>
          <w:cs/>
        </w:rPr>
        <w:t xml:space="preserve">ก็จะถูกแปลไปเป็นไฟล์ </w:t>
      </w:r>
      <w:r>
        <w:t xml:space="preserve">work.obj </w:t>
      </w:r>
      <w:r>
        <w:rPr>
          <w:rFonts w:hint="cs"/>
          <w:cs/>
        </w:rPr>
        <w:t>ซึ่งเก็บภาษาเครื่องไว้ เป็นต้น</w:t>
      </w:r>
    </w:p>
    <w:p w:rsidR="00DB0397" w:rsidRDefault="00E71084" w:rsidP="00DB0397">
      <w:pPr>
        <w:jc w:val="thaiDistribute"/>
      </w:pPr>
      <w:r>
        <w:rPr>
          <w:rFonts w:hint="cs"/>
          <w:cs/>
        </w:rPr>
        <w:tab/>
      </w:r>
      <w:r w:rsidRPr="00E71084">
        <w:rPr>
          <w:b/>
          <w:bCs/>
        </w:rPr>
        <w:t>Compile</w:t>
      </w:r>
      <w:r>
        <w:t xml:space="preserve"> </w:t>
      </w:r>
      <w:r>
        <w:rPr>
          <w:rFonts w:hint="cs"/>
          <w:cs/>
        </w:rPr>
        <w:t xml:space="preserve">เป็นตัวแปลภาษารูปแบบหนึ่ง มีหน้าที่หลักคือการแปลภาษาโปรแกรมที่มนุษย์เขียนขึ้นไปเป็นภาษาเครื่อง โดยคอมไพเลอร์ ของภาษาซี คือ </w:t>
      </w:r>
      <w:r>
        <w:t xml:space="preserve">C compiler </w:t>
      </w:r>
      <w:r>
        <w:rPr>
          <w:rFonts w:hint="cs"/>
          <w:cs/>
        </w:rPr>
        <w:t xml:space="preserve">ซึ่งหลักการที่คอมไพล์ใช้ เรียกว่า คอมไพล์ </w:t>
      </w:r>
      <w:r>
        <w:t xml:space="preserve">(compile) </w:t>
      </w:r>
      <w:r>
        <w:rPr>
          <w:rFonts w:hint="cs"/>
          <w:cs/>
        </w:rPr>
        <w:t>โดยจะทำการอ่านโปรแกรมภาษาซีทั้งหมดตั้งแต่ต้นจนจบ แล้วทำการ</w:t>
      </w:r>
      <w:r w:rsidRPr="00E71084">
        <w:rPr>
          <w:rFonts w:hint="cs"/>
          <w:b/>
          <w:bCs/>
          <w:cs/>
        </w:rPr>
        <w:t>แปลผลทีเดียว</w:t>
      </w:r>
    </w:p>
    <w:p w:rsidR="00E71084" w:rsidRDefault="00E71084" w:rsidP="00DB0397">
      <w:pPr>
        <w:jc w:val="thaiDistribute"/>
      </w:pPr>
      <w:r>
        <w:rPr>
          <w:rFonts w:hint="cs"/>
          <w:cs/>
        </w:rPr>
        <w:tab/>
        <w:t xml:space="preserve">นอกจากคอมไพเลอร์แล้ว ยังมีตัวแปลภาษาอีกรูปแบบหนึ่งที่เรียกว่า </w:t>
      </w:r>
      <w:proofErr w:type="spellStart"/>
      <w:r w:rsidRPr="00E71084">
        <w:rPr>
          <w:rFonts w:hint="cs"/>
          <w:b/>
          <w:bCs/>
          <w:cs/>
        </w:rPr>
        <w:t>อินเตอร์พ</w:t>
      </w:r>
      <w:proofErr w:type="spellEnd"/>
      <w:r w:rsidRPr="00E71084">
        <w:rPr>
          <w:rFonts w:hint="cs"/>
          <w:b/>
          <w:bCs/>
          <w:cs/>
        </w:rPr>
        <w:t>รี</w:t>
      </w:r>
      <w:proofErr w:type="spellStart"/>
      <w:r w:rsidRPr="00E71084">
        <w:rPr>
          <w:rFonts w:hint="cs"/>
          <w:b/>
          <w:bCs/>
          <w:cs/>
        </w:rPr>
        <w:t>เตอร์</w:t>
      </w:r>
      <w:proofErr w:type="spellEnd"/>
      <w:r>
        <w:rPr>
          <w:rFonts w:hint="cs"/>
          <w:cs/>
        </w:rPr>
        <w:t xml:space="preserve"> การอ่านและ</w:t>
      </w:r>
      <w:r w:rsidRPr="00E71084">
        <w:rPr>
          <w:rFonts w:hint="cs"/>
          <w:b/>
          <w:bCs/>
          <w:cs/>
        </w:rPr>
        <w:t>แปลโปรแกรมทีละบรรทัด</w:t>
      </w:r>
      <w:r>
        <w:rPr>
          <w:rFonts w:hint="cs"/>
          <w:cs/>
        </w:rPr>
        <w:t xml:space="preserve">   เมื่อแปลผลบรรทัดหนึ่งเสร็จก็จะทำงานตามคำสั่งในบรรทัดนั้น  แล้วจึงทำการแปลผลตามคำสั่งในบรรทัดถัดไป หลักการที่</w:t>
      </w:r>
      <w:proofErr w:type="spellStart"/>
      <w:r>
        <w:rPr>
          <w:rFonts w:hint="cs"/>
          <w:cs/>
        </w:rPr>
        <w:t>อินเตอร์พ</w:t>
      </w:r>
      <w:proofErr w:type="spellEnd"/>
      <w:r>
        <w:rPr>
          <w:rFonts w:hint="cs"/>
          <w:cs/>
        </w:rPr>
        <w:t>รี</w:t>
      </w:r>
      <w:proofErr w:type="spellStart"/>
      <w:r>
        <w:rPr>
          <w:rFonts w:hint="cs"/>
          <w:cs/>
        </w:rPr>
        <w:t>เตอร์</w:t>
      </w:r>
      <w:proofErr w:type="spellEnd"/>
      <w:r>
        <w:rPr>
          <w:rFonts w:hint="cs"/>
          <w:cs/>
        </w:rPr>
        <w:t xml:space="preserve">ใช้ เรียกว่า </w:t>
      </w:r>
      <w:r w:rsidRPr="00E71084">
        <w:rPr>
          <w:rFonts w:hint="cs"/>
          <w:b/>
          <w:bCs/>
          <w:i/>
          <w:iCs/>
          <w:cs/>
        </w:rPr>
        <w:t>อินเตอร์</w:t>
      </w:r>
      <w:proofErr w:type="spellStart"/>
      <w:r w:rsidRPr="00E71084">
        <w:rPr>
          <w:rFonts w:hint="cs"/>
          <w:b/>
          <w:bCs/>
          <w:i/>
          <w:iCs/>
          <w:cs/>
        </w:rPr>
        <w:t>เพรต</w:t>
      </w:r>
      <w:proofErr w:type="spellEnd"/>
      <w:r w:rsidRPr="00E71084">
        <w:rPr>
          <w:rFonts w:hint="cs"/>
          <w:b/>
          <w:bCs/>
          <w:i/>
          <w:iCs/>
          <w:cs/>
        </w:rPr>
        <w:t xml:space="preserve"> </w:t>
      </w:r>
      <w:r w:rsidRPr="00E71084">
        <w:rPr>
          <w:b/>
          <w:bCs/>
          <w:i/>
          <w:iCs/>
        </w:rPr>
        <w:t>(Interpret)</w:t>
      </w:r>
    </w:p>
    <w:p w:rsidR="00E71084" w:rsidRDefault="00E71084" w:rsidP="00DB0397">
      <w:pPr>
        <w:jc w:val="thaiDistribute"/>
      </w:pPr>
    </w:p>
    <w:p w:rsidR="00D12019" w:rsidRDefault="00D12019">
      <w:pPr>
        <w:rPr>
          <w:cs/>
        </w:rPr>
      </w:pPr>
      <w:r>
        <w:rPr>
          <w:cs/>
        </w:rPr>
        <w:br w:type="page"/>
      </w:r>
    </w:p>
    <w:p w:rsidR="00E71084" w:rsidRDefault="00E71084" w:rsidP="00DB0397">
      <w:pPr>
        <w:jc w:val="thaiDistribute"/>
        <w:rPr>
          <w:b/>
          <w:bCs/>
        </w:rPr>
      </w:pPr>
      <w:r w:rsidRPr="00D12019">
        <w:rPr>
          <w:rFonts w:hint="cs"/>
          <w:b/>
          <w:bCs/>
          <w:cs/>
        </w:rPr>
        <w:lastRenderedPageBreak/>
        <w:t>ข้อดีและข้อเสียของตัวแปลภาษาทั้งสองแบบมีดังนี้</w:t>
      </w:r>
    </w:p>
    <w:p w:rsidR="006368DF" w:rsidRPr="00D12019" w:rsidRDefault="006368DF" w:rsidP="00DB0397">
      <w:pPr>
        <w:jc w:val="thaiDistribute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71084" w:rsidTr="00E71084">
        <w:tc>
          <w:tcPr>
            <w:tcW w:w="3080" w:type="dxa"/>
          </w:tcPr>
          <w:p w:rsidR="00E71084" w:rsidRDefault="00E71084" w:rsidP="00DB0397">
            <w:pPr>
              <w:jc w:val="thaiDistribute"/>
            </w:pPr>
          </w:p>
        </w:tc>
        <w:tc>
          <w:tcPr>
            <w:tcW w:w="3081" w:type="dxa"/>
          </w:tcPr>
          <w:p w:rsidR="00E71084" w:rsidRPr="00D12019" w:rsidRDefault="00D12019" w:rsidP="00D12019">
            <w:pPr>
              <w:jc w:val="center"/>
              <w:rPr>
                <w:b/>
                <w:bCs/>
              </w:rPr>
            </w:pPr>
            <w:r w:rsidRPr="00D12019">
              <w:rPr>
                <w:rFonts w:hint="cs"/>
                <w:b/>
                <w:bCs/>
                <w:cs/>
              </w:rPr>
              <w:t>ข้อดี</w:t>
            </w:r>
          </w:p>
        </w:tc>
        <w:tc>
          <w:tcPr>
            <w:tcW w:w="3081" w:type="dxa"/>
          </w:tcPr>
          <w:p w:rsidR="00E71084" w:rsidRPr="00D12019" w:rsidRDefault="00D12019" w:rsidP="00D12019">
            <w:pPr>
              <w:jc w:val="center"/>
              <w:rPr>
                <w:b/>
                <w:bCs/>
              </w:rPr>
            </w:pPr>
            <w:r w:rsidRPr="00D12019">
              <w:rPr>
                <w:rFonts w:hint="cs"/>
                <w:b/>
                <w:bCs/>
                <w:cs/>
              </w:rPr>
              <w:t>ข้อเสีย</w:t>
            </w:r>
          </w:p>
        </w:tc>
      </w:tr>
      <w:tr w:rsidR="00E71084" w:rsidTr="00E71084">
        <w:tc>
          <w:tcPr>
            <w:tcW w:w="3080" w:type="dxa"/>
          </w:tcPr>
          <w:p w:rsidR="00E71084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คอมไพเลอร์</w:t>
            </w:r>
          </w:p>
        </w:tc>
        <w:tc>
          <w:tcPr>
            <w:tcW w:w="3081" w:type="dxa"/>
          </w:tcPr>
          <w:p w:rsidR="00E71084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* ทำงานได้เร็ว เนื่องจากทำการแปลผลทีเดียว แล้วจึงทำงานตามคำสั่งของโปรแกรมในภายหลัง</w:t>
            </w:r>
          </w:p>
          <w:p w:rsidR="00D12019" w:rsidRDefault="00D12019" w:rsidP="0073732C">
            <w:pPr>
              <w:jc w:val="thaiDistribute"/>
            </w:pPr>
            <w:r>
              <w:rPr>
                <w:rFonts w:hint="cs"/>
                <w:cs/>
              </w:rPr>
              <w:t>* เมื่อทำการแ</w:t>
            </w:r>
            <w:r w:rsidR="0073732C">
              <w:rPr>
                <w:rFonts w:hint="cs"/>
                <w:cs/>
              </w:rPr>
              <w:t>ปลผลแล้ว ในครั้งต่อไปไม่จำเป็นต้</w:t>
            </w:r>
            <w:r>
              <w:rPr>
                <w:rFonts w:hint="cs"/>
                <w:cs/>
              </w:rPr>
              <w:t>องแปลผลใหม่อีก เนื่องจากภาษาเครื่องที่แปลได้ถูกเก็บไว้ที่หน่วยความจำ สามารถเรียกใช้งานได้ทันที</w:t>
            </w:r>
          </w:p>
        </w:tc>
        <w:tc>
          <w:tcPr>
            <w:tcW w:w="3081" w:type="dxa"/>
          </w:tcPr>
          <w:p w:rsidR="00E71084" w:rsidRPr="00D12019" w:rsidRDefault="00D12019" w:rsidP="0073732C">
            <w:pPr>
              <w:jc w:val="thaiDistribute"/>
            </w:pPr>
            <w:r>
              <w:rPr>
                <w:rFonts w:hint="cs"/>
                <w:cs/>
              </w:rPr>
              <w:t>* เมื่อเกิดข้อผิดพลาดขึ้นกับโปรแกรม จะตรวจสอบหาข้อผิดพลาดได้ยาก เพราะทำการแปลผลทีเดียวทั้งโปรแกรม</w:t>
            </w:r>
          </w:p>
        </w:tc>
      </w:tr>
      <w:tr w:rsidR="00E71084" w:rsidTr="00E71084">
        <w:tc>
          <w:tcPr>
            <w:tcW w:w="3080" w:type="dxa"/>
          </w:tcPr>
          <w:p w:rsidR="00E71084" w:rsidRDefault="00D12019" w:rsidP="00DB0397">
            <w:pPr>
              <w:jc w:val="thaiDistribute"/>
            </w:pPr>
            <w:proofErr w:type="spellStart"/>
            <w:r>
              <w:rPr>
                <w:rFonts w:hint="cs"/>
                <w:cs/>
              </w:rPr>
              <w:t>อินเตอร์พ</w:t>
            </w:r>
            <w:proofErr w:type="spellEnd"/>
            <w:r>
              <w:rPr>
                <w:rFonts w:hint="cs"/>
                <w:cs/>
              </w:rPr>
              <w:t>รี</w:t>
            </w:r>
            <w:proofErr w:type="spellStart"/>
            <w:r>
              <w:rPr>
                <w:rFonts w:hint="cs"/>
                <w:cs/>
              </w:rPr>
              <w:t>เตอร์</w:t>
            </w:r>
            <w:proofErr w:type="spellEnd"/>
          </w:p>
        </w:tc>
        <w:tc>
          <w:tcPr>
            <w:tcW w:w="3081" w:type="dxa"/>
          </w:tcPr>
          <w:p w:rsidR="00E71084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* หาข้อผิดพลาดของโปรแกรมได้ง่าย เนื่องจากทำการแปลผลทีละบรรทัด</w:t>
            </w:r>
          </w:p>
          <w:p w:rsidR="00D12019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* เนื่องจากทำงานทีละบรรทัด ดังนั้นจึงสั่งให้โปรแกรมทำงานตามคำสั่งเฉพาะจุดที่ต้องการได้</w:t>
            </w:r>
          </w:p>
          <w:p w:rsidR="00D12019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* ไม่เสียเวลารอการแปลโปรแกรมเป็นเวลานาน</w:t>
            </w:r>
          </w:p>
        </w:tc>
        <w:tc>
          <w:tcPr>
            <w:tcW w:w="3081" w:type="dxa"/>
          </w:tcPr>
          <w:p w:rsidR="00E71084" w:rsidRDefault="00D12019" w:rsidP="00DB0397">
            <w:pPr>
              <w:jc w:val="thaiDistribute"/>
            </w:pPr>
            <w:r>
              <w:rPr>
                <w:rFonts w:hint="cs"/>
                <w:cs/>
              </w:rPr>
              <w:t>* ช้า เนื่องจากทำงานทีละบรรทัด</w:t>
            </w:r>
          </w:p>
        </w:tc>
      </w:tr>
    </w:tbl>
    <w:p w:rsidR="00E71084" w:rsidRDefault="00E71084" w:rsidP="00DB0397">
      <w:pPr>
        <w:jc w:val="thaiDistribute"/>
      </w:pPr>
    </w:p>
    <w:p w:rsidR="00D12019" w:rsidRPr="00D12019" w:rsidRDefault="00D12019" w:rsidP="00DB0397">
      <w:pPr>
        <w:jc w:val="thaiDistribute"/>
        <w:rPr>
          <w:b/>
          <w:bCs/>
        </w:rPr>
      </w:pPr>
      <w:r w:rsidRPr="00D12019">
        <w:rPr>
          <w:rFonts w:hint="cs"/>
          <w:b/>
          <w:bCs/>
          <w:cs/>
        </w:rPr>
        <w:t xml:space="preserve">ขั้นตอนที่ 3 เชื่อมโยงโปรแกรม </w:t>
      </w:r>
      <w:r w:rsidRPr="00D12019">
        <w:rPr>
          <w:b/>
          <w:bCs/>
        </w:rPr>
        <w:t>(link)</w:t>
      </w:r>
    </w:p>
    <w:p w:rsidR="00D12019" w:rsidRDefault="00D12019" w:rsidP="00DB0397">
      <w:pPr>
        <w:jc w:val="thaiDistribute"/>
      </w:pPr>
      <w:r>
        <w:tab/>
      </w:r>
      <w:r>
        <w:rPr>
          <w:rFonts w:hint="cs"/>
          <w:cs/>
        </w:rPr>
        <w:t xml:space="preserve">การเขียนโปรแกรมภาษาซีนั้นผู้เขียนโปรแกรมไม่จำเป็นต้องเขียนคำสั่งต่าง ๆ ขึ้นใช้งานเอง เนื่องจากภาษาซีมีฟังก์ชั่นมาตรฐานมาให้ผู้เขียนโปรแกรมสามารถเรียกใช้งานได้ เช่น การเขียนโปรแกรมแสดงข้อความ </w:t>
      </w:r>
      <w:r>
        <w:t>“</w:t>
      </w:r>
      <w:proofErr w:type="spellStart"/>
      <w:r>
        <w:t>Bokru</w:t>
      </w:r>
      <w:proofErr w:type="spellEnd"/>
      <w:r>
        <w:t xml:space="preserve"> </w:t>
      </w:r>
      <w:proofErr w:type="spellStart"/>
      <w:r>
        <w:t>Wittaya</w:t>
      </w:r>
      <w:proofErr w:type="spellEnd"/>
      <w:r>
        <w:t xml:space="preserve"> School” </w:t>
      </w:r>
      <w:r w:rsidR="001B4444">
        <w:rPr>
          <w:rFonts w:hint="cs"/>
          <w:cs/>
        </w:rPr>
        <w:t xml:space="preserve">ออกทางหน้าจอ ผู้เขียนสามารถเรียกใช้ฟังก์ชั่น </w:t>
      </w:r>
      <w:proofErr w:type="spellStart"/>
      <w:r w:rsidR="001B4444">
        <w:t>printf</w:t>
      </w:r>
      <w:proofErr w:type="spellEnd"/>
      <w:r w:rsidR="001B4444">
        <w:t xml:space="preserve">() </w:t>
      </w:r>
      <w:r w:rsidR="001B4444">
        <w:rPr>
          <w:rFonts w:hint="cs"/>
          <w:cs/>
        </w:rPr>
        <w:t>ซึ่งเป็นฟังก์ชั่นมาตรฐานของภาษาซีมาใช้งานได้ โ</w:t>
      </w:r>
      <w:r w:rsidR="00F41157">
        <w:rPr>
          <w:rFonts w:hint="cs"/>
          <w:cs/>
        </w:rPr>
        <w:t>ด</w:t>
      </w:r>
      <w:bookmarkStart w:id="0" w:name="_GoBack"/>
      <w:bookmarkEnd w:id="0"/>
      <w:r w:rsidR="001B4444">
        <w:rPr>
          <w:rFonts w:hint="cs"/>
          <w:cs/>
        </w:rPr>
        <w:t xml:space="preserve">ยส่วนการประกาศ </w:t>
      </w:r>
      <w:r w:rsidR="001B4444">
        <w:t xml:space="preserve">(declaration) </w:t>
      </w:r>
      <w:r w:rsidR="001B4444">
        <w:rPr>
          <w:rFonts w:hint="cs"/>
          <w:cs/>
        </w:rPr>
        <w:t>ของฟังก์ชั่นมาตรฐานต่าง ๆ จะถูกจัดเก็บอยู่ใน</w:t>
      </w:r>
      <w:proofErr w:type="spellStart"/>
      <w:r w:rsidR="001B4444">
        <w:rPr>
          <w:rFonts w:hint="cs"/>
          <w:cs/>
        </w:rPr>
        <w:t>เฮดเดอร์</w:t>
      </w:r>
      <w:proofErr w:type="spellEnd"/>
      <w:r w:rsidR="001B4444">
        <w:rPr>
          <w:rFonts w:hint="cs"/>
          <w:cs/>
        </w:rPr>
        <w:t>ไฟล์แต่ละตัว แตกต่างกันไปตามลักษณะการใช้งาน</w:t>
      </w:r>
    </w:p>
    <w:p w:rsidR="001B4444" w:rsidRDefault="001B4444" w:rsidP="00DB0397">
      <w:pPr>
        <w:jc w:val="thaiDistribute"/>
      </w:pPr>
      <w:r>
        <w:rPr>
          <w:rFonts w:hint="cs"/>
          <w:cs/>
        </w:rPr>
        <w:tab/>
        <w:t>ด้วยเหตุนี้ภาษาเครื่องที่ได้จากขั้นตอนที่ 2 จึง</w:t>
      </w:r>
      <w:r w:rsidR="006D7F62">
        <w:rPr>
          <w:rFonts w:hint="cs"/>
          <w:cs/>
        </w:rPr>
        <w:t>ยัง</w:t>
      </w:r>
      <w:r>
        <w:rPr>
          <w:rFonts w:hint="cs"/>
          <w:cs/>
        </w:rPr>
        <w:t>ไม่สามารถ</w:t>
      </w:r>
      <w:r w:rsidR="006D7F62">
        <w:rPr>
          <w:rFonts w:hint="cs"/>
          <w:cs/>
        </w:rPr>
        <w:t xml:space="preserve">นำไปใช้งานได้ แต่ต้องนำมาเชื่อมโยงเข้ากับ </w:t>
      </w:r>
      <w:r w:rsidR="006D7F62">
        <w:t xml:space="preserve">library </w:t>
      </w:r>
      <w:r w:rsidR="006D7F62">
        <w:rPr>
          <w:rFonts w:hint="cs"/>
          <w:cs/>
        </w:rPr>
        <w:t xml:space="preserve">ก่อน ซึ่งผลจากการเชื่อมโยงจะทำให้ได้ </w:t>
      </w:r>
      <w:r w:rsidR="006D7F62">
        <w:t xml:space="preserve">executable program </w:t>
      </w:r>
      <w:r w:rsidR="006D7F62">
        <w:rPr>
          <w:rFonts w:hint="cs"/>
          <w:cs/>
        </w:rPr>
        <w:t xml:space="preserve">(ไฟล์นามสกุล </w:t>
      </w:r>
      <w:r w:rsidR="006D7F62">
        <w:t xml:space="preserve">.exe </w:t>
      </w:r>
      <w:r w:rsidR="006D7F62">
        <w:rPr>
          <w:rFonts w:hint="cs"/>
          <w:cs/>
        </w:rPr>
        <w:t xml:space="preserve">เช่น </w:t>
      </w:r>
      <w:r w:rsidR="006D7F62">
        <w:t xml:space="preserve">work.exe) </w:t>
      </w:r>
      <w:r w:rsidR="006D7F62">
        <w:rPr>
          <w:rFonts w:hint="cs"/>
          <w:cs/>
        </w:rPr>
        <w:t>ที่สามารถนำไปใช้งานได้</w:t>
      </w:r>
    </w:p>
    <w:p w:rsidR="006D7F62" w:rsidRDefault="006D7F62" w:rsidP="00DB0397">
      <w:pPr>
        <w:jc w:val="thaiDistribute"/>
      </w:pPr>
    </w:p>
    <w:p w:rsidR="006D7F62" w:rsidRDefault="006D7F62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:rsidR="006D7F62" w:rsidRPr="006D7F62" w:rsidRDefault="006D7F62" w:rsidP="00DB0397">
      <w:pPr>
        <w:jc w:val="thaiDistribute"/>
        <w:rPr>
          <w:b/>
          <w:bCs/>
        </w:rPr>
      </w:pPr>
      <w:r w:rsidRPr="006D7F62">
        <w:rPr>
          <w:rFonts w:hint="cs"/>
          <w:b/>
          <w:bCs/>
          <w:cs/>
        </w:rPr>
        <w:lastRenderedPageBreak/>
        <w:t xml:space="preserve">ขั้นตอนที่ 4 ประมวลผล </w:t>
      </w:r>
      <w:r w:rsidRPr="006D7F62">
        <w:rPr>
          <w:b/>
          <w:bCs/>
        </w:rPr>
        <w:t>(run)</w:t>
      </w:r>
    </w:p>
    <w:p w:rsidR="006D7F62" w:rsidRDefault="006D7F62" w:rsidP="00DB0397">
      <w:pPr>
        <w:jc w:val="thaiDistribute"/>
      </w:pPr>
      <w:r>
        <w:tab/>
      </w:r>
      <w:r>
        <w:rPr>
          <w:rFonts w:hint="cs"/>
          <w:cs/>
        </w:rPr>
        <w:t xml:space="preserve">เมื่อนำ </w:t>
      </w:r>
      <w:r>
        <w:t>executable program</w:t>
      </w:r>
      <w:r>
        <w:rPr>
          <w:rFonts w:hint="cs"/>
          <w:cs/>
        </w:rPr>
        <w:t xml:space="preserve"> จากขั้นตอนที่ 3 มาประมวลผลก็จะได้ผลลัพธ์ </w:t>
      </w:r>
      <w:r>
        <w:t xml:space="preserve">(output) </w:t>
      </w:r>
      <w:r>
        <w:rPr>
          <w:rFonts w:hint="cs"/>
          <w:cs/>
        </w:rPr>
        <w:t>ของโปรแกรมออกมา (ถ้ามี)</w:t>
      </w:r>
    </w:p>
    <w:p w:rsidR="006D7F62" w:rsidRDefault="006D7F62" w:rsidP="00DB0397">
      <w:pPr>
        <w:jc w:val="thaiDistribute"/>
      </w:pPr>
    </w:p>
    <w:p w:rsidR="006D7F62" w:rsidRDefault="000A4717" w:rsidP="00DB0397">
      <w:pPr>
        <w:jc w:val="thaiDistribute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DF7476" wp14:editId="1E839DB9">
                <wp:simplePos x="0" y="0"/>
                <wp:positionH relativeFrom="column">
                  <wp:posOffset>5032858</wp:posOffset>
                </wp:positionH>
                <wp:positionV relativeFrom="paragraph">
                  <wp:posOffset>1583588</wp:posOffset>
                </wp:positionV>
                <wp:extent cx="716889" cy="36576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88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r>
                              <w:t>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396.3pt;margin-top:124.7pt;width:56.45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r>
                        <w:t>Output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46874B" wp14:editId="3EC10DDB">
                <wp:simplePos x="0" y="0"/>
                <wp:positionH relativeFrom="column">
                  <wp:posOffset>3825266</wp:posOffset>
                </wp:positionH>
                <wp:positionV relativeFrom="paragraph">
                  <wp:posOffset>2329180</wp:posOffset>
                </wp:positionV>
                <wp:extent cx="1140943" cy="3657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943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r>
                              <w:t>Executable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301.2pt;margin-top:183.4pt;width:89.85pt;height:2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r>
                        <w:t>Executable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3D5A96" wp14:editId="3FC8DFAB">
                <wp:simplePos x="0" y="0"/>
                <wp:positionH relativeFrom="column">
                  <wp:posOffset>2531059</wp:posOffset>
                </wp:positionH>
                <wp:positionV relativeFrom="paragraph">
                  <wp:posOffset>2329739</wp:posOffset>
                </wp:positionV>
                <wp:extent cx="1140943" cy="36576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943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r>
                              <w:t>Object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99.3pt;margin-top:183.45pt;width:89.85pt;height:2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r>
                        <w:t>Object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397F49" wp14:editId="70D4D707">
                <wp:simplePos x="0" y="0"/>
                <wp:positionH relativeFrom="column">
                  <wp:posOffset>1367688</wp:posOffset>
                </wp:positionH>
                <wp:positionV relativeFrom="paragraph">
                  <wp:posOffset>1173581</wp:posOffset>
                </wp:positionV>
                <wp:extent cx="1046048" cy="36576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048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r>
                              <w:t>Compile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107.7pt;margin-top:92.4pt;width:82.35pt;height:2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r>
                        <w:t>Compile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4A1AA2" wp14:editId="25EC92B1">
                <wp:simplePos x="0" y="0"/>
                <wp:positionH relativeFrom="column">
                  <wp:posOffset>43892</wp:posOffset>
                </wp:positionH>
                <wp:positionV relativeFrom="paragraph">
                  <wp:posOffset>2322424</wp:posOffset>
                </wp:positionV>
                <wp:extent cx="1046048" cy="3657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048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r>
                              <w:t>Source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3.45pt;margin-top:182.85pt;width:82.35pt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r>
                        <w:t>Source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C461F8" wp14:editId="2BEF66D9">
                <wp:simplePos x="0" y="0"/>
                <wp:positionH relativeFrom="column">
                  <wp:posOffset>552120</wp:posOffset>
                </wp:positionH>
                <wp:positionV relativeFrom="paragraph">
                  <wp:posOffset>822325</wp:posOffset>
                </wp:positionV>
                <wp:extent cx="709575" cy="3657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7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สร้าง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43.45pt;margin-top:64.75pt;width:55.85pt;height:2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" filled="f" stroked="f" strokeweight=".5pt">
                <v:textbox>
                  <w:txbxContent>
                    <w:p w:rsidR="000A4717" w:rsidRDefault="000A4717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สร้าง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496122" wp14:editId="0C202813">
                <wp:simplePos x="0" y="0"/>
                <wp:positionH relativeFrom="column">
                  <wp:posOffset>3730269</wp:posOffset>
                </wp:positionH>
                <wp:positionV relativeFrom="paragraph">
                  <wp:posOffset>1766468</wp:posOffset>
                </wp:positionV>
                <wp:extent cx="0" cy="994664"/>
                <wp:effectExtent l="76200" t="0" r="95250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4664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93.7pt;margin-top:139.1pt;width:0;height:7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" strokecolor="black [3040]" strokeweight="1.25pt">
                <v:stroke endarrow="block"/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AE28C2" wp14:editId="5C5E7BBB">
                <wp:simplePos x="0" y="0"/>
                <wp:positionH relativeFrom="column">
                  <wp:posOffset>3165475</wp:posOffset>
                </wp:positionH>
                <wp:positionV relativeFrom="paragraph">
                  <wp:posOffset>2759405</wp:posOffset>
                </wp:positionV>
                <wp:extent cx="1052830" cy="438785"/>
                <wp:effectExtent l="0" t="0" r="13970" b="1841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830" cy="438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6D7F62">
                            <w:pPr>
                              <w:jc w:val="center"/>
                            </w:pPr>
                            <w:r>
                              <w:t>Library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2" style="position:absolute;left:0;text-align:left;margin-left:249.25pt;margin-top:217.3pt;width:82.9pt;height:3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" fillcolor="white [3201]" strokecolor="black [3200]" strokeweight="2pt">
                <v:textbox>
                  <w:txbxContent>
                    <w:p w:rsidR="000A4717" w:rsidRDefault="000A4717" w:rsidP="006D7F62">
                      <w:pPr>
                        <w:jc w:val="center"/>
                      </w:pPr>
                      <w:r>
                        <w:t>Library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BDAC4C" wp14:editId="1A87A0A6">
                <wp:simplePos x="0" y="0"/>
                <wp:positionH relativeFrom="column">
                  <wp:posOffset>3240176</wp:posOffset>
                </wp:positionH>
                <wp:positionV relativeFrom="paragraph">
                  <wp:posOffset>2848661</wp:posOffset>
                </wp:positionV>
                <wp:extent cx="1052830" cy="438785"/>
                <wp:effectExtent l="0" t="0" r="13970" b="1841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830" cy="438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6D7F62">
                            <w:pPr>
                              <w:jc w:val="center"/>
                            </w:pPr>
                            <w:r>
                              <w:t>Library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3" style="position:absolute;left:0;text-align:left;margin-left:255.15pt;margin-top:224.3pt;width:82.9pt;height:3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" fillcolor="white [3201]" strokecolor="black [3200]" strokeweight="2pt">
                <v:textbox>
                  <w:txbxContent>
                    <w:p w:rsidR="000A4717" w:rsidRDefault="000A4717" w:rsidP="006D7F62">
                      <w:pPr>
                        <w:jc w:val="center"/>
                      </w:pPr>
                      <w:r>
                        <w:t>Library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2ACD41" wp14:editId="6511255B">
                <wp:simplePos x="0" y="0"/>
                <wp:positionH relativeFrom="column">
                  <wp:posOffset>4665320</wp:posOffset>
                </wp:positionH>
                <wp:positionV relativeFrom="paragraph">
                  <wp:posOffset>1765935</wp:posOffset>
                </wp:positionV>
                <wp:extent cx="366522" cy="0"/>
                <wp:effectExtent l="0" t="76200" r="14605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522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67.35pt;margin-top:139.05pt;width:28.8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" strokecolor="black [3040]" strokeweight="1.25pt">
                <v:stroke endarrow="block"/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D2FFBB" wp14:editId="02A98373">
                <wp:simplePos x="0" y="0"/>
                <wp:positionH relativeFrom="column">
                  <wp:posOffset>3902405</wp:posOffset>
                </wp:positionH>
                <wp:positionV relativeFrom="paragraph">
                  <wp:posOffset>1261110</wp:posOffset>
                </wp:positionV>
                <wp:extent cx="767715" cy="1060450"/>
                <wp:effectExtent l="0" t="0" r="13335" b="25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1060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F62" w:rsidRPr="000A4717" w:rsidRDefault="006D7F62" w:rsidP="000A471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4717">
                              <w:rPr>
                                <w:sz w:val="24"/>
                                <w:szCs w:val="24"/>
                              </w:rPr>
                              <w:t>Work.</w:t>
                            </w:r>
                            <w:r w:rsidR="000A4717" w:rsidRPr="000A4717">
                              <w:rPr>
                                <w:sz w:val="24"/>
                                <w:szCs w:val="24"/>
                              </w:rPr>
                              <w:t>exe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4" style="position:absolute;left:0;text-align:left;margin-left:307.3pt;margin-top:99.3pt;width:60.45pt;height:83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" fillcolor="white [3201]" strokecolor="black [3200]" strokeweight="2pt">
                <v:textbox>
                  <w:txbxContent>
                    <w:p w:rsidR="006D7F62" w:rsidRPr="000A4717" w:rsidRDefault="006D7F62" w:rsidP="000A471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4717">
                        <w:rPr>
                          <w:sz w:val="24"/>
                          <w:szCs w:val="24"/>
                        </w:rPr>
                        <w:t>Work.</w:t>
                      </w:r>
                      <w:r w:rsidR="000A4717" w:rsidRPr="000A4717">
                        <w:rPr>
                          <w:sz w:val="24"/>
                          <w:szCs w:val="24"/>
                        </w:rPr>
                        <w:t>exe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249670" wp14:editId="62AC215A">
                <wp:simplePos x="0" y="0"/>
                <wp:positionH relativeFrom="column">
                  <wp:posOffset>3546475</wp:posOffset>
                </wp:positionH>
                <wp:positionV relativeFrom="paragraph">
                  <wp:posOffset>1765935</wp:posOffset>
                </wp:positionV>
                <wp:extent cx="366522" cy="0"/>
                <wp:effectExtent l="0" t="76200" r="14605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522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79.25pt;margin-top:139.05pt;width:28.8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" strokecolor="black [3040]" strokeweight="1.25pt">
                <v:stroke endarrow="block"/>
              </v:shape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88624D" wp14:editId="0B2FC6F8">
                <wp:simplePos x="0" y="0"/>
                <wp:positionH relativeFrom="column">
                  <wp:posOffset>2413457</wp:posOffset>
                </wp:positionH>
                <wp:positionV relativeFrom="paragraph">
                  <wp:posOffset>1766468</wp:posOffset>
                </wp:positionV>
                <wp:extent cx="366522" cy="0"/>
                <wp:effectExtent l="0" t="76200" r="14605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522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90.05pt;margin-top:139.1pt;width:28.8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" strokecolor="black [3040]" strokeweight="1.25pt">
                <v:stroke endarrow="block"/>
              </v:shape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0C4E7" wp14:editId="29BEA8B9">
                <wp:simplePos x="0" y="0"/>
                <wp:positionH relativeFrom="column">
                  <wp:posOffset>2777185</wp:posOffset>
                </wp:positionH>
                <wp:positionV relativeFrom="paragraph">
                  <wp:posOffset>1261110</wp:posOffset>
                </wp:positionV>
                <wp:extent cx="767715" cy="1060450"/>
                <wp:effectExtent l="0" t="0" r="13335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1060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F62" w:rsidRPr="000A4717" w:rsidRDefault="006D7F62" w:rsidP="000A471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4717">
                              <w:rPr>
                                <w:sz w:val="24"/>
                                <w:szCs w:val="24"/>
                              </w:rPr>
                              <w:t>Work.</w:t>
                            </w:r>
                            <w:r w:rsidR="000A4717" w:rsidRPr="000A4717">
                              <w:rPr>
                                <w:sz w:val="24"/>
                                <w:szCs w:val="24"/>
                              </w:rPr>
                              <w:t>obj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5" style="position:absolute;left:0;text-align:left;margin-left:218.7pt;margin-top:99.3pt;width:60.45pt;height:8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" fillcolor="white [3201]" strokecolor="black [3200]" strokeweight="2pt">
                <v:textbox>
                  <w:txbxContent>
                    <w:p w:rsidR="006D7F62" w:rsidRPr="000A4717" w:rsidRDefault="006D7F62" w:rsidP="000A471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4717">
                        <w:rPr>
                          <w:sz w:val="24"/>
                          <w:szCs w:val="24"/>
                        </w:rPr>
                        <w:t>Work.</w:t>
                      </w:r>
                      <w:r w:rsidR="000A4717" w:rsidRPr="000A4717">
                        <w:rPr>
                          <w:sz w:val="24"/>
                          <w:szCs w:val="24"/>
                        </w:rPr>
                        <w:t>obj</w:t>
                      </w:r>
                    </w:p>
                  </w:txbxContent>
                </v:textbox>
              </v:roundrect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B986D" wp14:editId="5EF3518E">
                <wp:simplePos x="0" y="0"/>
                <wp:positionH relativeFrom="column">
                  <wp:posOffset>1360170</wp:posOffset>
                </wp:positionH>
                <wp:positionV relativeFrom="paragraph">
                  <wp:posOffset>1539240</wp:posOffset>
                </wp:positionV>
                <wp:extent cx="1052830" cy="438785"/>
                <wp:effectExtent l="0" t="0" r="13970" b="1841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830" cy="438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F62" w:rsidRDefault="006D7F62" w:rsidP="006D7F62">
                            <w:pPr>
                              <w:jc w:val="center"/>
                            </w:pPr>
                            <w:r>
                              <w:t>C Compiler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6" style="position:absolute;left:0;text-align:left;margin-left:107.1pt;margin-top:121.2pt;width:82.9pt;height:3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" fillcolor="white [3201]" strokecolor="black [3200]" strokeweight="2pt">
                <v:textbox>
                  <w:txbxContent>
                    <w:p w:rsidR="006D7F62" w:rsidRDefault="006D7F62" w:rsidP="006D7F62">
                      <w:pPr>
                        <w:jc w:val="center"/>
                      </w:pPr>
                      <w:r>
                        <w:t>C Compiler</w:t>
                      </w:r>
                    </w:p>
                  </w:txbxContent>
                </v:textbox>
              </v:roundrect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8CAB20" wp14:editId="2A8DABBD">
                <wp:simplePos x="0" y="0"/>
                <wp:positionH relativeFrom="column">
                  <wp:posOffset>928370</wp:posOffset>
                </wp:positionH>
                <wp:positionV relativeFrom="paragraph">
                  <wp:posOffset>1766112</wp:posOffset>
                </wp:positionV>
                <wp:extent cx="431927" cy="0"/>
                <wp:effectExtent l="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927" cy="0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73.1pt;margin-top:139.05pt;width:3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" strokecolor="black [3040]" strokeweight="1.25pt">
                <v:stroke endarrow="block"/>
              </v:shape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24595" wp14:editId="2A342964">
                <wp:simplePos x="0" y="0"/>
                <wp:positionH relativeFrom="column">
                  <wp:posOffset>548640</wp:posOffset>
                </wp:positionH>
                <wp:positionV relativeFrom="paragraph">
                  <wp:posOffset>786105</wp:posOffset>
                </wp:positionV>
                <wp:extent cx="0" cy="402463"/>
                <wp:effectExtent l="76200" t="0" r="57150" b="5524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463"/>
                        </a:xfrm>
                        <a:prstGeom prst="straightConnector1">
                          <a:avLst/>
                        </a:prstGeom>
                        <a:ln w="158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43.2pt;margin-top:61.9pt;width:0;height:31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" strokecolor="black [3040]" strokeweight="1.25pt">
                <v:stroke endarrow="block"/>
              </v:shape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4A703" wp14:editId="4F27F515">
                <wp:simplePos x="0" y="0"/>
                <wp:positionH relativeFrom="column">
                  <wp:posOffset>160934</wp:posOffset>
                </wp:positionH>
                <wp:positionV relativeFrom="paragraph">
                  <wp:posOffset>1188568</wp:posOffset>
                </wp:positionV>
                <wp:extent cx="768096" cy="1060704"/>
                <wp:effectExtent l="0" t="0" r="13335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096" cy="10607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F62" w:rsidRDefault="006D7F62" w:rsidP="006D7F62">
                            <w:pPr>
                              <w:jc w:val="center"/>
                            </w:pPr>
                            <w:proofErr w:type="spellStart"/>
                            <w:r>
                              <w:t>Work.c</w:t>
                            </w:r>
                            <w:proofErr w:type="spellEnd"/>
                          </w:p>
                          <w:p w:rsidR="006D7F62" w:rsidRDefault="006D7F62" w:rsidP="006D7F62">
                            <w:pPr>
                              <w:jc w:val="center"/>
                            </w:pPr>
                            <w:r>
                              <w:t>………..</w:t>
                            </w:r>
                          </w:p>
                          <w:p w:rsidR="006D7F62" w:rsidRDefault="006D7F62" w:rsidP="006D7F62">
                            <w:pPr>
                              <w:jc w:val="center"/>
                            </w:pPr>
                            <w:r>
                              <w:t>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7" style="position:absolute;left:0;text-align:left;margin-left:12.65pt;margin-top:93.6pt;width:60.5pt;height:8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" fillcolor="white [3201]" strokecolor="black [3200]" strokeweight="2pt">
                <v:textbox>
                  <w:txbxContent>
                    <w:p w:rsidR="006D7F62" w:rsidRDefault="006D7F62" w:rsidP="006D7F62">
                      <w:pPr>
                        <w:jc w:val="center"/>
                      </w:pPr>
                      <w:proofErr w:type="spellStart"/>
                      <w:r>
                        <w:t>Work.c</w:t>
                      </w:r>
                      <w:proofErr w:type="spellEnd"/>
                    </w:p>
                    <w:p w:rsidR="006D7F62" w:rsidRDefault="006D7F62" w:rsidP="006D7F62">
                      <w:pPr>
                        <w:jc w:val="center"/>
                      </w:pPr>
                      <w:r>
                        <w:t>………..</w:t>
                      </w:r>
                    </w:p>
                    <w:p w:rsidR="006D7F62" w:rsidRDefault="006D7F62" w:rsidP="006D7F62">
                      <w:pPr>
                        <w:jc w:val="center"/>
                      </w:pPr>
                      <w:r>
                        <w:t>………..</w:t>
                      </w:r>
                    </w:p>
                  </w:txbxContent>
                </v:textbox>
              </v:roundrect>
            </w:pict>
          </mc:Fallback>
        </mc:AlternateContent>
      </w:r>
      <w:r w:rsidR="006D7F6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1FC0C" wp14:editId="405F34E5">
                <wp:simplePos x="0" y="0"/>
                <wp:positionH relativeFrom="column">
                  <wp:posOffset>160655</wp:posOffset>
                </wp:positionH>
                <wp:positionV relativeFrom="paragraph">
                  <wp:posOffset>348158</wp:posOffset>
                </wp:positionV>
                <wp:extent cx="768096" cy="438912"/>
                <wp:effectExtent l="0" t="0" r="13335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096" cy="4389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F62" w:rsidRDefault="006D7F62" w:rsidP="006D7F62">
                            <w:pPr>
                              <w:jc w:val="center"/>
                            </w:pPr>
                            <w:r>
                              <w:t>Editor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8" style="position:absolute;left:0;text-align:left;margin-left:12.65pt;margin-top:27.4pt;width:60.5pt;height:3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" fillcolor="white [3201]" strokecolor="black [3200]" strokeweight="2pt">
                <v:textbox>
                  <w:txbxContent>
                    <w:p w:rsidR="006D7F62" w:rsidRDefault="006D7F62" w:rsidP="006D7F62">
                      <w:pPr>
                        <w:jc w:val="center"/>
                      </w:pPr>
                      <w:r>
                        <w:t>Editor</w:t>
                      </w:r>
                    </w:p>
                  </w:txbxContent>
                </v:textbox>
              </v:roundrect>
            </w:pict>
          </mc:Fallback>
        </mc:AlternateContent>
      </w: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873C22" w:rsidP="00DB0397">
      <w:pPr>
        <w:jc w:val="thaiDistribute"/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E95554" wp14:editId="237B582D">
                <wp:simplePos x="0" y="0"/>
                <wp:positionH relativeFrom="column">
                  <wp:posOffset>4598340</wp:posOffset>
                </wp:positionH>
                <wp:positionV relativeFrom="paragraph">
                  <wp:posOffset>22225</wp:posOffset>
                </wp:positionV>
                <wp:extent cx="438785" cy="36576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proofErr w:type="gramStart"/>
                            <w:r>
                              <w:t>run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362.05pt;margin-top:1.75pt;width:34.55pt;height:2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proofErr w:type="gramStart"/>
                      <w:r>
                        <w:t>run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67F49B" wp14:editId="161F8ABE">
                <wp:simplePos x="0" y="0"/>
                <wp:positionH relativeFrom="column">
                  <wp:posOffset>3489020</wp:posOffset>
                </wp:positionH>
                <wp:positionV relativeFrom="paragraph">
                  <wp:posOffset>22225</wp:posOffset>
                </wp:positionV>
                <wp:extent cx="438785" cy="3657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717" w:rsidRDefault="000A4717" w:rsidP="000A4717">
                            <w:pPr>
                              <w:jc w:val="center"/>
                            </w:pPr>
                            <w:proofErr w:type="gramStart"/>
                            <w:r>
                              <w:t>link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left:0;text-align:left;margin-left:274.75pt;margin-top:1.75pt;width:34.55pt;height:2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" filled="f" stroked="f" strokeweight=".5pt">
                <v:textbox>
                  <w:txbxContent>
                    <w:p w:rsidR="000A4717" w:rsidRDefault="000A4717" w:rsidP="000A4717">
                      <w:pPr>
                        <w:jc w:val="center"/>
                      </w:pPr>
                      <w:proofErr w:type="gramStart"/>
                      <w:r>
                        <w:t>link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Default="000A4717" w:rsidP="00DB0397">
      <w:pPr>
        <w:jc w:val="thaiDistribute"/>
      </w:pPr>
    </w:p>
    <w:p w:rsidR="000A4717" w:rsidRPr="006D7F62" w:rsidRDefault="000A4717" w:rsidP="000A4717">
      <w:pPr>
        <w:jc w:val="center"/>
      </w:pPr>
      <w:r>
        <w:rPr>
          <w:rFonts w:hint="cs"/>
          <w:cs/>
        </w:rPr>
        <w:t>รูปที่ 1 ขั้นตอนการพัฒนาโปรแกรมด้วยภาษาซี</w:t>
      </w:r>
    </w:p>
    <w:sectPr w:rsidR="000A4717" w:rsidRPr="006D7F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A4"/>
    <w:rsid w:val="00026635"/>
    <w:rsid w:val="000A4717"/>
    <w:rsid w:val="00124C1C"/>
    <w:rsid w:val="00137AFF"/>
    <w:rsid w:val="00165EB5"/>
    <w:rsid w:val="001B4444"/>
    <w:rsid w:val="006368DF"/>
    <w:rsid w:val="006C79A4"/>
    <w:rsid w:val="006D7F62"/>
    <w:rsid w:val="0073732C"/>
    <w:rsid w:val="00873C22"/>
    <w:rsid w:val="00D12019"/>
    <w:rsid w:val="00D9537C"/>
    <w:rsid w:val="00DB0397"/>
    <w:rsid w:val="00E71084"/>
    <w:rsid w:val="00F4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397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59"/>
    <w:rsid w:val="00E7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397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59"/>
    <w:rsid w:val="00E7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ach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ADE97-C4B1-4950-B099-235943CDE69D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5B602088-34CC-4D22-96AE-9E79191A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99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cp:lastPrinted>2011-10-14T12:42:00Z</cp:lastPrinted>
  <dcterms:created xsi:type="dcterms:W3CDTF">2011-10-12T13:01:00Z</dcterms:created>
  <dcterms:modified xsi:type="dcterms:W3CDTF">2011-10-14T12:42:00Z</dcterms:modified>
</cp:coreProperties>
</file>